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E7958" w14:textId="507FD076" w:rsidR="007D416C" w:rsidRPr="003921CA" w:rsidRDefault="00D04E04" w:rsidP="000B0FE0">
      <w:pPr>
        <w:pStyle w:val="Heading2"/>
        <w:rPr>
          <w:rFonts w:cs="Arial"/>
          <w:bCs w:val="0"/>
          <w:color w:val="000000" w:themeColor="text1"/>
          <w:szCs w:val="22"/>
          <w:lang w:val="en-GB"/>
        </w:rPr>
      </w:pPr>
      <w:bookmarkStart w:id="0" w:name="_Toc51346466"/>
      <w:r w:rsidRPr="003921CA">
        <w:rPr>
          <w:lang w:val="en-GB"/>
        </w:rPr>
        <w:t>Contract number:</w:t>
      </w:r>
      <w:bookmarkEnd w:id="0"/>
      <w:r w:rsidR="00C748AD">
        <w:rPr>
          <w:lang w:val="en-GB"/>
        </w:rPr>
        <w:t xml:space="preserve"> </w:t>
      </w:r>
      <w:r w:rsidR="00662A6C" w:rsidRPr="00662A6C">
        <w:rPr>
          <w:lang w:val="en-GB"/>
        </w:rPr>
        <w:t>83</w:t>
      </w:r>
      <w:r w:rsidR="00817A1E">
        <w:rPr>
          <w:lang w:val="en-GB"/>
        </w:rPr>
        <w:t>4</w:t>
      </w:r>
      <w:r w:rsidR="008D631A">
        <w:rPr>
          <w:lang w:val="en-GB"/>
        </w:rPr>
        <w:t>884</w:t>
      </w:r>
      <w:r w:rsidR="009720D1">
        <w:rPr>
          <w:lang w:val="en-GB"/>
        </w:rPr>
        <w:t>90</w:t>
      </w:r>
      <w:r w:rsidR="00EB0425">
        <w:rPr>
          <w:rFonts w:cs="Arial"/>
          <w:color w:val="000000" w:themeColor="text1"/>
          <w:szCs w:val="22"/>
          <w:lang w:val="en-GB"/>
        </w:rPr>
        <w:tab/>
      </w: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44BFDB8C"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0B69C2">
              <w:rPr>
                <w:noProof/>
                <w:webHidden/>
              </w:rPr>
              <w:t>1</w:t>
            </w:r>
            <w:r w:rsidR="007F04A8">
              <w:rPr>
                <w:noProof/>
                <w:webHidden/>
              </w:rPr>
              <w:fldChar w:fldCharType="end"/>
            </w:r>
          </w:hyperlink>
        </w:p>
        <w:p w14:paraId="4F1FB455" w14:textId="5EC23EF1"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sidR="000B69C2">
              <w:rPr>
                <w:noProof/>
                <w:webHidden/>
              </w:rPr>
              <w:t>1</w:t>
            </w:r>
            <w:r>
              <w:rPr>
                <w:noProof/>
                <w:webHidden/>
              </w:rPr>
              <w:fldChar w:fldCharType="end"/>
            </w:r>
          </w:hyperlink>
        </w:p>
        <w:p w14:paraId="0E561240" w14:textId="7DC502E4"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sidR="000B69C2">
              <w:rPr>
                <w:noProof/>
                <w:webHidden/>
              </w:rPr>
              <w:t>2</w:t>
            </w:r>
            <w:r>
              <w:rPr>
                <w:noProof/>
                <w:webHidden/>
              </w:rPr>
              <w:fldChar w:fldCharType="end"/>
            </w:r>
          </w:hyperlink>
        </w:p>
        <w:p w14:paraId="1706CDE9" w14:textId="12984B9E"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sidR="000B69C2">
              <w:rPr>
                <w:noProof/>
                <w:webHidden/>
              </w:rPr>
              <w:t>4</w:t>
            </w:r>
            <w:r>
              <w:rPr>
                <w:noProof/>
                <w:webHidden/>
              </w:rPr>
              <w:fldChar w:fldCharType="end"/>
            </w:r>
          </w:hyperlink>
        </w:p>
        <w:p w14:paraId="7B162102" w14:textId="740E9FF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sidR="000B69C2">
              <w:rPr>
                <w:noProof/>
                <w:webHidden/>
              </w:rPr>
              <w:t>4</w:t>
            </w:r>
            <w:r>
              <w:rPr>
                <w:noProof/>
                <w:webHidden/>
              </w:rPr>
              <w:fldChar w:fldCharType="end"/>
            </w:r>
          </w:hyperlink>
        </w:p>
        <w:p w14:paraId="1AFD40DD" w14:textId="6176B16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sidR="000B69C2">
              <w:rPr>
                <w:noProof/>
                <w:webHidden/>
              </w:rPr>
              <w:t>4</w:t>
            </w:r>
            <w:r>
              <w:rPr>
                <w:noProof/>
                <w:webHidden/>
              </w:rPr>
              <w:fldChar w:fldCharType="end"/>
            </w:r>
          </w:hyperlink>
        </w:p>
        <w:p w14:paraId="00AE30EF" w14:textId="4787ED8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sidR="000B69C2">
              <w:rPr>
                <w:noProof/>
                <w:webHidden/>
              </w:rPr>
              <w:t>6</w:t>
            </w:r>
            <w:r>
              <w:rPr>
                <w:noProof/>
                <w:webHidden/>
              </w:rPr>
              <w:fldChar w:fldCharType="end"/>
            </w:r>
          </w:hyperlink>
        </w:p>
        <w:p w14:paraId="359801B7" w14:textId="1F2DC9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sidR="000B69C2">
              <w:rPr>
                <w:noProof/>
                <w:webHidden/>
              </w:rPr>
              <w:t>6</w:t>
            </w:r>
            <w:r>
              <w:rPr>
                <w:noProof/>
                <w:webHidden/>
              </w:rPr>
              <w:fldChar w:fldCharType="end"/>
            </w:r>
          </w:hyperlink>
        </w:p>
        <w:p w14:paraId="23868880" w14:textId="42D21BD4"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sidR="000B69C2">
              <w:rPr>
                <w:noProof/>
                <w:webHidden/>
              </w:rPr>
              <w:t>7</w:t>
            </w:r>
            <w:r>
              <w:rPr>
                <w:noProof/>
                <w:webHidden/>
              </w:rPr>
              <w:fldChar w:fldCharType="end"/>
            </w:r>
          </w:hyperlink>
        </w:p>
        <w:p w14:paraId="7B2F4C38" w14:textId="1F46099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sidR="000B69C2">
              <w:rPr>
                <w:noProof/>
                <w:webHidden/>
              </w:rPr>
              <w:t>8</w:t>
            </w:r>
            <w:r>
              <w:rPr>
                <w:noProof/>
                <w:webHidden/>
              </w:rPr>
              <w:fldChar w:fldCharType="end"/>
            </w:r>
          </w:hyperlink>
        </w:p>
        <w:p w14:paraId="608C099C" w14:textId="75E8DC2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sidR="000B69C2">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permStart w:id="1445999044" w:edGrp="everyone"/>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445999044"/>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permStart w:id="1518479604" w:edGrp="everyone"/>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18479604"/>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permStart w:id="1590233507" w:edGrp="everyone"/>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90233507"/>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permStart w:id="2112096796" w:edGrp="everyone"/>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2112096796"/>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permStart w:id="1459182493" w:edGrp="everyone"/>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459182493"/>
          </w:p>
        </w:tc>
      </w:tr>
      <w:tr w:rsidR="00D04E04" w:rsidRPr="003921CA" w14:paraId="094F4ED8" w14:textId="77777777" w:rsidTr="00D04E04">
        <w:tc>
          <w:tcPr>
            <w:tcW w:w="2268" w:type="dxa"/>
          </w:tcPr>
          <w:p w14:paraId="4C7989E8" w14:textId="7948151C" w:rsidR="00D04E04" w:rsidRPr="003921CA" w:rsidRDefault="001F17D0" w:rsidP="00D04E04">
            <w:pPr>
              <w:spacing w:before="120" w:after="120"/>
              <w:rPr>
                <w:b/>
                <w:szCs w:val="22"/>
                <w:lang w:val="en-GB"/>
              </w:rPr>
            </w:pPr>
            <w:r>
              <w:rPr>
                <w:b/>
                <w:lang w:val="en-GB"/>
              </w:rPr>
              <w:t>Account number</w:t>
            </w:r>
          </w:p>
        </w:tc>
        <w:permStart w:id="641486179" w:edGrp="everyone"/>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41486179"/>
          </w:p>
        </w:tc>
      </w:tr>
      <w:tr w:rsidR="00D04E04" w:rsidRPr="003921CA" w14:paraId="21333A51" w14:textId="77777777" w:rsidTr="00D04E04">
        <w:tc>
          <w:tcPr>
            <w:tcW w:w="2268" w:type="dxa"/>
          </w:tcPr>
          <w:p w14:paraId="42905E0E" w14:textId="382F8200" w:rsidR="00D04E04" w:rsidRPr="003921CA" w:rsidRDefault="001F17D0" w:rsidP="00D04E04">
            <w:pPr>
              <w:spacing w:before="120" w:after="120"/>
              <w:rPr>
                <w:b/>
                <w:szCs w:val="22"/>
                <w:lang w:val="en-GB"/>
              </w:rPr>
            </w:pPr>
            <w:r>
              <w:rPr>
                <w:b/>
                <w:lang w:val="en-GB"/>
              </w:rPr>
              <w:t>Bank code</w:t>
            </w:r>
          </w:p>
        </w:tc>
        <w:permStart w:id="595400509" w:edGrp="everyone"/>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595400509"/>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permStart w:id="2037461384" w:edGrp="everyone"/>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2037461384"/>
          </w:p>
        </w:tc>
      </w:tr>
      <w:tr w:rsidR="00D04E04" w:rsidRPr="003921CA" w14:paraId="03CBD64F" w14:textId="77777777" w:rsidTr="00D04E04">
        <w:tc>
          <w:tcPr>
            <w:tcW w:w="2268" w:type="dxa"/>
          </w:tcPr>
          <w:p w14:paraId="6268BA7D" w14:textId="38E33EDA" w:rsidR="00D04E04" w:rsidRPr="003921CA" w:rsidRDefault="00D04E04" w:rsidP="00D04E04">
            <w:pPr>
              <w:spacing w:before="120" w:after="120"/>
              <w:rPr>
                <w:b/>
                <w:szCs w:val="22"/>
                <w:lang w:val="en-GB"/>
              </w:rPr>
            </w:pPr>
            <w:r w:rsidRPr="003921CA">
              <w:rPr>
                <w:b/>
                <w:lang w:val="en-GB"/>
              </w:rPr>
              <w:t xml:space="preserve">VAT ID number </w:t>
            </w:r>
          </w:p>
        </w:tc>
        <w:permStart w:id="4014534" w:edGrp="everyone"/>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4014534"/>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permStart w:id="1507549906" w:edGrp="everyone"/>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507549906"/>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t>Email:</w:t>
            </w:r>
          </w:p>
        </w:tc>
        <w:permStart w:id="97675861" w:edGrp="everyone"/>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97675861"/>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permStart w:id="65085034" w:edGrp="everyone"/>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5085034"/>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lastRenderedPageBreak/>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1226089D" w:rsidR="00D04E04" w:rsidRPr="003921CA" w:rsidRDefault="00D04E04" w:rsidP="00D04E04">
      <w:pPr>
        <w:rPr>
          <w:i/>
          <w:color w:val="FF0000"/>
          <w:lang w:val="en-GB"/>
        </w:rPr>
      </w:pPr>
      <w:r w:rsidRPr="003921CA">
        <w:rPr>
          <w:i/>
          <w:color w:val="FF0000"/>
          <w:lang w:val="en-GB"/>
        </w:rPr>
        <w:t xml:space="preserve">Please attach a copy of your passport or identity card </w:t>
      </w:r>
      <w:r w:rsidR="003237D1">
        <w:rPr>
          <w:i/>
          <w:color w:val="FF0000"/>
          <w:lang w:val="en-GB"/>
        </w:rPr>
        <w:t xml:space="preserve">and your Tax registration certificate </w:t>
      </w:r>
      <w:r w:rsidRPr="003921CA">
        <w:rPr>
          <w:i/>
          <w:color w:val="FF0000"/>
          <w:lang w:val="en-GB"/>
        </w:rPr>
        <w:t>as a separate file</w:t>
      </w:r>
      <w:r w:rsidR="003237D1">
        <w:rPr>
          <w:i/>
          <w:color w:val="FF0000"/>
          <w:lang w:val="en-GB"/>
        </w:rPr>
        <w:t xml:space="preserve"> to this declaration of eligibility</w:t>
      </w:r>
      <w:r w:rsidRPr="003921CA">
        <w:rPr>
          <w:i/>
          <w:color w:val="FF0000"/>
          <w:lang w:val="en-GB"/>
        </w:rPr>
        <w:t>.</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permStart w:id="70061730" w:edGrp="everyone"/>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70061730"/>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permStart w:id="1133927101" w:edGrp="everyone"/>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133927101"/>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permStart w:id="1901928529" w:edGrp="everyone"/>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901928529"/>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permStart w:id="749296827" w:edGrp="everyone"/>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749296827"/>
            <w:r w:rsidR="00393E26">
              <w:rPr>
                <w:lang w:val="en-GB"/>
              </w:rPr>
              <w:tab/>
            </w:r>
            <w:r w:rsidRPr="003921CA">
              <w:rPr>
                <w:color w:val="000000" w:themeColor="text1"/>
                <w:lang w:val="en-GB"/>
              </w:rPr>
              <w:t>NO</w:t>
            </w:r>
          </w:p>
          <w:permStart w:id="75107908" w:edGrp="everyone"/>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75107908"/>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ermStart w:id="1710056146" w:edGrp="everyone"/>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710056146"/>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ermStart w:id="1419643799" w:edGrp="everyone"/>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419643799"/>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 xml:space="preserve">I am currently or was previously employed by the Deutsche Gesellschaft für </w:t>
            </w:r>
            <w:proofErr w:type="spellStart"/>
            <w:r w:rsidRPr="003921CA">
              <w:rPr>
                <w:b/>
                <w:lang w:val="en-GB"/>
              </w:rPr>
              <w:t>internationale</w:t>
            </w:r>
            <w:proofErr w:type="spellEnd"/>
            <w:r w:rsidRPr="003921CA">
              <w:rPr>
                <w:b/>
                <w:lang w:val="en-GB"/>
              </w:rPr>
              <w:t xml:space="preserv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w:t>
            </w:r>
            <w:proofErr w:type="spellStart"/>
            <w:r w:rsidRPr="003921CA">
              <w:rPr>
                <w:b/>
                <w:lang w:val="en-GB"/>
              </w:rPr>
              <w:t>Entwicklungshelfer-Gesetz</w:t>
            </w:r>
            <w:proofErr w:type="spellEnd"/>
            <w:r w:rsidRPr="003921CA">
              <w:rPr>
                <w:b/>
                <w:lang w:val="en-GB"/>
              </w:rPr>
              <w:t>).</w:t>
            </w:r>
          </w:p>
        </w:tc>
        <w:permStart w:id="1724217097" w:edGrp="everyone"/>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724217097"/>
            <w:r w:rsidR="00EA17FF">
              <w:rPr>
                <w:lang w:val="en-GB"/>
              </w:rPr>
              <w:tab/>
            </w:r>
            <w:r w:rsidRPr="003921CA">
              <w:rPr>
                <w:color w:val="000000" w:themeColor="text1"/>
                <w:lang w:val="en-GB"/>
              </w:rPr>
              <w:t>NO</w:t>
            </w:r>
          </w:p>
          <w:permStart w:id="1600281688" w:edGrp="everyone"/>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600281688"/>
            <w:r w:rsidR="00393E26">
              <w:rPr>
                <w:lang w:val="en-GB"/>
              </w:rPr>
              <w:tab/>
            </w:r>
            <w:r w:rsidRPr="003921CA">
              <w:rPr>
                <w:color w:val="000000" w:themeColor="text1"/>
                <w:lang w:val="en-GB"/>
              </w:rPr>
              <w:t xml:space="preserve">YES, during the period </w:t>
            </w:r>
            <w:permStart w:id="666577332"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66577332"/>
            <w:r w:rsidRPr="003921CA">
              <w:rPr>
                <w:lang w:val="en-GB"/>
              </w:rPr>
              <w:t xml:space="preserve">, as </w:t>
            </w:r>
            <w:permStart w:id="480535559" w:edGrp="everyone"/>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ermEnd w:id="480535559"/>
          </w:p>
          <w:permStart w:id="136997931" w:edGrp="everyone"/>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36997931"/>
            <w:r w:rsidR="00393E26">
              <w:rPr>
                <w:lang w:val="en-GB"/>
              </w:rPr>
              <w:tab/>
            </w:r>
            <w:r w:rsidRPr="003921CA">
              <w:rPr>
                <w:color w:val="000000" w:themeColor="text1"/>
                <w:lang w:val="en-GB"/>
              </w:rPr>
              <w:t>YES, I receive a GIZ company pension</w:t>
            </w:r>
          </w:p>
          <w:permStart w:id="82010795" w:edGrp="everyone"/>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82010795"/>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permStart w:id="966264262" w:edGrp="everyone"/>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966264262"/>
            <w:r w:rsidR="00EA17FF">
              <w:rPr>
                <w:sz w:val="18"/>
                <w:lang w:val="en-GB"/>
              </w:rPr>
              <w:tab/>
            </w:r>
            <w:r w:rsidRPr="00EA17FF">
              <w:rPr>
                <w:rFonts w:eastAsiaTheme="minorHAnsi" w:cs="Arial"/>
                <w:color w:val="000000" w:themeColor="text1"/>
                <w:lang w:val="en-GB"/>
              </w:rPr>
              <w:t>NO</w:t>
            </w:r>
          </w:p>
          <w:permStart w:id="1825190747" w:edGrp="everyone"/>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825190747"/>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permStart w:id="696205253"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696205253"/>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ermStart w:id="49887809" w:edGrp="everyone"/>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49887809"/>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ermStart w:id="83308923" w:edGrp="everyone"/>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83308923"/>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t>Please note that if your income exceeds the 5/6 threshold</w:t>
      </w:r>
      <w:r w:rsidR="00D80282">
        <w:rPr>
          <w:lang w:val="en-GB"/>
        </w:rPr>
        <w:t xml:space="preserve"> </w:t>
      </w:r>
      <w:r w:rsidR="00D80282" w:rsidRPr="003921CA">
        <w:rPr>
          <w:lang w:val="en-GB"/>
        </w:rPr>
        <w:t>over the specified period</w:t>
      </w:r>
      <w:r w:rsidRPr="003921CA">
        <w:rPr>
          <w:lang w:val="en-GB"/>
        </w:rPr>
        <w:t xml:space="preserve">,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Pr="003921CA">
        <w:rPr>
          <w:lang w:val="en-GB"/>
        </w:rPr>
        <w:lastRenderedPageBreak/>
        <w:t>(</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38A5902B" w:rsidR="008B7244" w:rsidRPr="003921CA" w:rsidRDefault="008B7244" w:rsidP="00D04E04">
      <w:pPr>
        <w:rPr>
          <w:rFonts w:cs="Arial"/>
          <w:bCs/>
          <w:i/>
          <w:szCs w:val="22"/>
          <w:lang w:val="en-GB"/>
        </w:rPr>
      </w:pPr>
      <w:r w:rsidRPr="003921CA">
        <w:rPr>
          <w:i/>
          <w:color w:val="FF0000"/>
          <w:lang w:val="en-GB"/>
        </w:rPr>
        <w:t xml:space="preserve">Please attach a </w:t>
      </w:r>
      <w:r w:rsidR="004F527F">
        <w:rPr>
          <w:i/>
          <w:color w:val="FF0000"/>
          <w:lang w:val="en-GB"/>
        </w:rPr>
        <w:t xml:space="preserve">valid </w:t>
      </w:r>
      <w:r w:rsidRPr="003921CA">
        <w:rPr>
          <w:i/>
          <w:color w:val="FF0000"/>
          <w:lang w:val="en-GB"/>
        </w:rPr>
        <w:t xml:space="preserve">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w:t>
      </w:r>
      <w:r w:rsidR="00D9696A">
        <w:rPr>
          <w:i/>
          <w:color w:val="FF0000"/>
          <w:lang w:val="en-GB"/>
        </w:rPr>
        <w:t xml:space="preserve"> in </w:t>
      </w:r>
      <w:r w:rsidR="00F44527">
        <w:rPr>
          <w:i/>
          <w:color w:val="FF0000"/>
          <w:lang w:val="en-GB"/>
        </w:rPr>
        <w:t>Ethiopia</w:t>
      </w:r>
      <w:r w:rsidR="00C03692" w:rsidRPr="009B3A8A">
        <w:rPr>
          <w:i/>
          <w:color w:val="FF0000"/>
          <w:lang w:val="en-GB"/>
        </w:rPr>
        <w:t xml:space="preserve"> as</w:t>
      </w:r>
      <w:r w:rsidR="00C03692">
        <w:rPr>
          <w:i/>
          <w:color w:val="FF0000"/>
          <w:lang w:val="en-GB"/>
        </w:rPr>
        <w:t xml:space="preserve"> well as your correspondent VAT registration certificte</w:t>
      </w:r>
      <w:r w:rsidRPr="003921CA">
        <w:rPr>
          <w:i/>
          <w:color w:val="FF0000"/>
          <w:lang w:val="en-GB"/>
        </w:rPr>
        <w:t xml:space="preserve"> as a separate file.</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permStart w:id="313538677" w:edGrp="everyone"/>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313538677"/>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permStart w:id="118100559" w:edGrp="everyone"/>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18100559"/>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permStart w:id="856632774" w:edGrp="everyone"/>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856632774"/>
            <w:r w:rsidR="001554B7">
              <w:rPr>
                <w:lang w:val="en-GB"/>
              </w:rPr>
              <w:tab/>
            </w:r>
            <w:r w:rsidRPr="003921CA">
              <w:rPr>
                <w:color w:val="000000" w:themeColor="text1"/>
                <w:lang w:val="en-GB"/>
              </w:rPr>
              <w:t>NO</w:t>
            </w:r>
          </w:p>
          <w:permStart w:id="1823571211" w:edGrp="everyone"/>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823571211"/>
            <w:r w:rsidR="001554B7">
              <w:rPr>
                <w:lang w:val="en-GB"/>
              </w:rPr>
              <w:tab/>
            </w:r>
            <w:r w:rsidRPr="003921CA">
              <w:rPr>
                <w:color w:val="000000" w:themeColor="text1"/>
                <w:lang w:val="en-GB"/>
              </w:rPr>
              <w:t xml:space="preserve">YES, during the period </w:t>
            </w:r>
            <w:permStart w:id="1362001606"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362001606"/>
            <w:r w:rsidRPr="003921CA">
              <w:rPr>
                <w:lang w:val="en-GB"/>
              </w:rPr>
              <w:t xml:space="preserve">, as </w:t>
            </w:r>
            <w:permStart w:id="1964707940" w:edGrp="everyone"/>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ermEnd w:id="1964707940"/>
          </w:p>
          <w:permStart w:id="1366513044" w:edGrp="everyone"/>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366513044"/>
            <w:r w:rsidR="001554B7">
              <w:rPr>
                <w:lang w:val="en-GB"/>
              </w:rPr>
              <w:tab/>
            </w:r>
            <w:r w:rsidRPr="003921CA">
              <w:rPr>
                <w:color w:val="000000" w:themeColor="text1"/>
                <w:lang w:val="en-GB"/>
              </w:rPr>
              <w:t>YES, I receive a GIZ company pension</w:t>
            </w:r>
          </w:p>
          <w:permStart w:id="1717403275" w:edGrp="everyone"/>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717403275"/>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permStart w:id="2121611690" w:edGrp="everyone"/>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2121611690"/>
            <w:r w:rsidR="001554B7">
              <w:rPr>
                <w:lang w:val="en-GB"/>
              </w:rPr>
              <w:tab/>
            </w:r>
            <w:r w:rsidRPr="003921CA">
              <w:rPr>
                <w:color w:val="000000" w:themeColor="text1"/>
                <w:lang w:val="en-GB"/>
              </w:rPr>
              <w:t>NO</w:t>
            </w:r>
          </w:p>
          <w:permStart w:id="768614989" w:edGrp="everyone"/>
          <w:permEnd w:id="768614989"/>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permStart w:id="912805520" w:edGrp="everyone"/>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912805520"/>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permStart w:id="675051228" w:edGrp="everyone"/>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ermEnd w:id="675051228"/>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permStart w:id="1291535959" w:edGrp="everyone"/>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1291535959"/>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t>Name, Address</w:t>
            </w:r>
          </w:p>
        </w:tc>
        <w:permStart w:id="753429662" w:edGrp="everyone"/>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ermEnd w:id="753429662"/>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ermStart w:id="1471181693" w:edGrp="everyone"/>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471181693"/>
      <w:r w:rsidR="001527C9">
        <w:rPr>
          <w:lang w:val="en-GB"/>
        </w:rPr>
        <w:tab/>
      </w:r>
      <w:r w:rsidRPr="003921CA">
        <w:rPr>
          <w:lang w:val="en-GB"/>
        </w:rPr>
        <w:t>YES, pursuant to Section 123</w:t>
      </w:r>
      <w:r w:rsidRPr="003921CA">
        <w:rPr>
          <w:lang w:val="en-GB"/>
        </w:rPr>
        <w:tab/>
      </w:r>
      <w:permStart w:id="1860848934"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860848934"/>
      <w:r w:rsidR="001527C9">
        <w:rPr>
          <w:lang w:val="en-GB"/>
        </w:rPr>
        <w:tab/>
      </w:r>
      <w:r w:rsidRPr="003921CA">
        <w:rPr>
          <w:lang w:val="en-GB"/>
        </w:rPr>
        <w:t>YES, pursuant to Section 124</w:t>
      </w:r>
      <w:r w:rsidRPr="003921CA">
        <w:rPr>
          <w:lang w:val="en-GB"/>
        </w:rPr>
        <w:tab/>
      </w:r>
      <w:permStart w:id="2139118347"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2139118347"/>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permStart w:id="1647130049"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1647130049"/>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ermStart w:id="1066283846" w:edGrp="everyone"/>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066283846"/>
      <w:r w:rsidR="001527C9">
        <w:rPr>
          <w:color w:val="000000" w:themeColor="text1"/>
          <w:lang w:val="en-GB"/>
        </w:rPr>
        <w:tab/>
      </w:r>
      <w:r w:rsidRPr="003921CA">
        <w:rPr>
          <w:color w:val="000000" w:themeColor="text1"/>
          <w:lang w:val="en-GB"/>
        </w:rPr>
        <w:t>YES</w:t>
      </w:r>
      <w:r w:rsidRPr="003921CA">
        <w:rPr>
          <w:color w:val="000000" w:themeColor="text1"/>
          <w:lang w:val="en-GB"/>
        </w:rPr>
        <w:tab/>
      </w:r>
      <w:permStart w:id="1674011920"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permEnd w:id="1674011920"/>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permStart w:id="273818135"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273818135"/>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ermStart w:id="757353327" w:edGrp="everyone"/>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757353327"/>
      <w:r w:rsidR="00CA3541">
        <w:rPr>
          <w:lang w:val="en-GB"/>
        </w:rPr>
        <w:tab/>
      </w:r>
      <w:r w:rsidRPr="003921CA">
        <w:rPr>
          <w:lang w:val="en-GB"/>
        </w:rPr>
        <w:t>YES</w:t>
      </w:r>
      <w:r w:rsidRPr="003921CA">
        <w:rPr>
          <w:lang w:val="en-GB"/>
        </w:rPr>
        <w:tab/>
      </w:r>
      <w:permStart w:id="811954574"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811954574"/>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ermStart w:id="1773099733" w:edGrp="everyone"/>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permEnd w:id="1773099733"/>
      <w:r w:rsidR="00CA3541">
        <w:rPr>
          <w:lang w:val="en-GB"/>
        </w:rPr>
        <w:tab/>
      </w:r>
      <w:r w:rsidRPr="003921CA">
        <w:rPr>
          <w:lang w:val="en-GB"/>
        </w:rPr>
        <w:t>YES</w:t>
      </w:r>
      <w:r w:rsidRPr="003921CA">
        <w:rPr>
          <w:lang w:val="en-GB"/>
        </w:rPr>
        <w:tab/>
      </w:r>
      <w:permStart w:id="2094997331" w:edGrp="everyone"/>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permEnd w:id="2094997331"/>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permStart w:id="1696090369" w:edGrp="everyone"/>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96090369"/>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6348B3B7"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72EFF1B9"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Content>
          <w:r w:rsidR="009835D5">
            <w:rPr>
              <w:rFonts w:cs="Arial"/>
              <w:bCs/>
              <w:color w:val="000000" w:themeColor="text1"/>
              <w:szCs w:val="22"/>
              <w:lang w:val="en-GB"/>
            </w:rPr>
            <w:t>entire company</w:t>
          </w:r>
        </w:sdtContent>
      </w:sdt>
      <w:bookmarkEnd w:id="16"/>
      <w:r w:rsidRPr="003921CA">
        <w:rPr>
          <w:lang w:val="en-GB"/>
        </w:rPr>
        <w:t xml:space="preserve"> amount to at least </w:t>
      </w:r>
      <w:r w:rsidRPr="003921CA">
        <w:rPr>
          <w:b/>
          <w:lang w:val="en-GB"/>
        </w:rPr>
        <w:t>EUR </w:t>
      </w:r>
      <w:r w:rsidR="00FB51B4">
        <w:rPr>
          <w:rFonts w:cs="Arial"/>
          <w:lang w:val="en-GB"/>
        </w:rPr>
        <w:t>3</w:t>
      </w:r>
      <w:r w:rsidR="009412DC">
        <w:rPr>
          <w:rFonts w:cs="Arial"/>
          <w:lang w:val="en-GB"/>
        </w:rPr>
        <w:t>0</w:t>
      </w:r>
      <w:r w:rsidR="002B2205">
        <w:rPr>
          <w:rFonts w:cs="Arial"/>
          <w:lang w:val="en-GB"/>
        </w:rPr>
        <w:t>,</w:t>
      </w:r>
      <w:r w:rsidR="002B2205" w:rsidRPr="002B2205">
        <w:rPr>
          <w:rFonts w:cs="Arial"/>
          <w:lang w:val="en-GB"/>
        </w:rPr>
        <w:t>000</w:t>
      </w:r>
      <w:r w:rsidR="002B2205">
        <w:rPr>
          <w:rFonts w:cs="Arial"/>
          <w:lang w:val="en-GB"/>
        </w:rPr>
        <w:t xml:space="preserve"> </w:t>
      </w:r>
      <w:r w:rsidRPr="003921CA">
        <w:rPr>
          <w:lang w:val="en-GB"/>
        </w:rPr>
        <w:t>net (per year) in the past three financial years?</w:t>
      </w:r>
    </w:p>
    <w:p w14:paraId="540414B0" w14:textId="2FA35913" w:rsidR="00EB796A" w:rsidRPr="003921CA" w:rsidRDefault="00000000"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Content>
          <w:permStart w:id="1496654405" w:edGrp="everyone"/>
          <w:r w:rsidR="00DA728D">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permEnd w:id="1496654405"/>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Content>
          <w:permStart w:id="5841194" w:edGrp="everyone"/>
          <w:r w:rsidR="00DA728D">
            <w:rPr>
              <w:rFonts w:ascii="MS Gothic" w:eastAsia="MS Gothic" w:hAnsi="MS Gothic" w:cs="Arial" w:hint="eastAsia"/>
              <w:bCs/>
              <w:color w:val="000000" w:themeColor="text1"/>
              <w:sz w:val="24"/>
              <w:szCs w:val="22"/>
              <w:lang w:val="en-GB"/>
            </w:rPr>
            <w:t>☐</w:t>
          </w:r>
          <w:permEnd w:id="5841194"/>
        </w:sdtContent>
      </w:sdt>
      <w:r w:rsidR="007D4193" w:rsidRPr="003921CA">
        <w:rPr>
          <w:lang w:val="en-GB"/>
        </w:rPr>
        <w:t>No</w:t>
      </w:r>
    </w:p>
    <w:p w14:paraId="3B9A905C" w14:textId="7B0BEA56"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8567CD">
        <w:rPr>
          <w:rFonts w:cs="Arial"/>
          <w:lang w:val="en-GB"/>
        </w:rPr>
        <w:t>5</w:t>
      </w:r>
      <w:r w:rsidR="00F52EF7">
        <w:rPr>
          <w:rFonts w:cs="Arial"/>
          <w:lang w:val="en-GB"/>
        </w:rPr>
        <w:t xml:space="preserve"> </w:t>
      </w:r>
      <w:r w:rsidRPr="003921CA">
        <w:rPr>
          <w:b/>
          <w:lang w:val="en-GB"/>
        </w:rPr>
        <w:t>employees</w:t>
      </w:r>
      <w:r w:rsidRPr="003921CA">
        <w:rPr>
          <w:lang w:val="en-GB"/>
        </w:rPr>
        <w:t>?</w:t>
      </w:r>
    </w:p>
    <w:p w14:paraId="33A0ECE5" w14:textId="3FF90DE0" w:rsidR="005D18E7" w:rsidRPr="003921CA" w:rsidRDefault="00000000"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Content>
          <w:permStart w:id="1772946534" w:edGrp="everyone"/>
          <w:r w:rsidR="00ED581C" w:rsidRPr="003921C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permEnd w:id="1772946534"/>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Content>
          <w:permStart w:id="1499223361" w:edGrp="everyone"/>
          <w:r w:rsidR="00EA68E8" w:rsidRPr="003921CA">
            <w:rPr>
              <w:rFonts w:ascii="MS Gothic" w:eastAsia="MS Gothic" w:hAnsi="MS Gothic" w:cs="Arial" w:hint="eastAsia"/>
              <w:bCs/>
              <w:color w:val="000000" w:themeColor="text1"/>
              <w:sz w:val="24"/>
              <w:szCs w:val="22"/>
              <w:lang w:val="en-GB"/>
            </w:rPr>
            <w:t>☐</w:t>
          </w:r>
          <w:permEnd w:id="1499223361"/>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6BEDFAAF" w:rsidR="00047F4A" w:rsidRPr="003921CA" w:rsidRDefault="00047F4A" w:rsidP="009F1656">
      <w:pPr>
        <w:pStyle w:val="Heading3"/>
        <w:rPr>
          <w:lang w:val="en-GB"/>
        </w:rPr>
      </w:pPr>
      <w:bookmarkStart w:id="17" w:name="_Toc51346473"/>
      <w:r w:rsidRPr="003921CA">
        <w:rPr>
          <w:lang w:val="en-GB"/>
        </w:rPr>
        <w:t xml:space="preserve">Technical </w:t>
      </w:r>
      <w:proofErr w:type="gramStart"/>
      <w:r w:rsidRPr="003921CA">
        <w:rPr>
          <w:lang w:val="en-GB"/>
        </w:rPr>
        <w:t>capacity</w:t>
      </w:r>
      <w:bookmarkEnd w:id="17"/>
      <w:r w:rsidR="00C4212C">
        <w:rPr>
          <w:lang w:val="en-GB"/>
        </w:rPr>
        <w:t>;</w:t>
      </w:r>
      <w:proofErr w:type="gramEnd"/>
      <w:r w:rsidR="00C4212C">
        <w:rPr>
          <w:lang w:val="en-GB"/>
        </w:rPr>
        <w:t xml:space="preserve"> </w:t>
      </w:r>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7BE4950E" w14:textId="7C8270B3" w:rsidR="00074A24" w:rsidRDefault="00074A24" w:rsidP="00074A24">
      <w:pPr>
        <w:pStyle w:val="BodyText"/>
        <w:rPr>
          <w:lang w:val="en-GB"/>
        </w:rPr>
      </w:pPr>
      <w:r w:rsidRPr="003921CA">
        <w:rPr>
          <w:b w:val="0"/>
          <w:lang w:val="en-GB"/>
        </w:rPr>
        <w:t>The technical assessment is based only on reference projects with a minimum contract volume of</w:t>
      </w:r>
      <w:r w:rsidRPr="003921CA">
        <w:rPr>
          <w:lang w:val="en-GB"/>
        </w:rPr>
        <w:t xml:space="preserve"> EUR</w:t>
      </w:r>
      <w:r w:rsidR="001E7771">
        <w:rPr>
          <w:lang w:val="en-GB"/>
        </w:rPr>
        <w:t xml:space="preserve"> </w:t>
      </w:r>
      <w:r w:rsidR="003224A4">
        <w:rPr>
          <w:lang w:val="en-GB"/>
        </w:rPr>
        <w:t>2</w:t>
      </w:r>
      <w:r w:rsidR="007818C6" w:rsidRPr="007818C6">
        <w:rPr>
          <w:lang w:val="en-GB"/>
        </w:rPr>
        <w:t>00</w:t>
      </w:r>
      <w:r w:rsidR="007818C6">
        <w:rPr>
          <w:lang w:val="en-GB"/>
        </w:rPr>
        <w:t>.</w:t>
      </w:r>
    </w:p>
    <w:p w14:paraId="6FD72FBD" w14:textId="77777777" w:rsidR="007818C6" w:rsidRPr="003921CA" w:rsidRDefault="007818C6" w:rsidP="00074A24">
      <w:pPr>
        <w:pStyle w:val="BodyText"/>
        <w:rPr>
          <w:color w:val="000000" w:themeColor="text1"/>
          <w:szCs w:val="22"/>
          <w:lang w:val="en-GB"/>
        </w:rPr>
      </w:pPr>
    </w:p>
    <w:p w14:paraId="61ACD014" w14:textId="48510EEF" w:rsidR="00074A24" w:rsidRPr="009835D5" w:rsidRDefault="00074A24" w:rsidP="00074A24">
      <w:pPr>
        <w:pStyle w:val="BodyText"/>
        <w:rPr>
          <w:color w:val="000000" w:themeColor="text1"/>
          <w:szCs w:val="22"/>
          <w:lang w:val="en-GB"/>
        </w:rPr>
      </w:pPr>
      <w:r w:rsidRPr="003921CA">
        <w:rPr>
          <w:b w:val="0"/>
          <w:color w:val="000000" w:themeColor="text1"/>
          <w:lang w:val="en-GB"/>
        </w:rPr>
        <w:t>At leas</w:t>
      </w:r>
      <w:r w:rsidRPr="0063526B">
        <w:rPr>
          <w:bCs w:val="0"/>
          <w:color w:val="000000" w:themeColor="text1"/>
          <w:lang w:val="en-GB"/>
        </w:rPr>
        <w:t xml:space="preserve">t </w:t>
      </w:r>
      <w:permStart w:id="550047541" w:edGrp="everyone"/>
      <w:r w:rsidR="004107A3">
        <w:rPr>
          <w:bCs w:val="0"/>
          <w:lang w:val="en-GB"/>
        </w:rPr>
        <w:t>1</w:t>
      </w:r>
      <w:r w:rsidR="00245E95">
        <w:rPr>
          <w:bCs w:val="0"/>
          <w:lang w:val="en-GB"/>
        </w:rPr>
        <w:t>0</w:t>
      </w:r>
      <w:r w:rsidRPr="003921CA">
        <w:rPr>
          <w:color w:val="000000" w:themeColor="text1"/>
          <w:lang w:val="en-GB"/>
        </w:rPr>
        <w:t xml:space="preserve"> </w:t>
      </w:r>
      <w:permEnd w:id="550047541"/>
      <w:r w:rsidRPr="003921CA">
        <w:rPr>
          <w:b w:val="0"/>
          <w:color w:val="000000" w:themeColor="text1"/>
          <w:lang w:val="en-GB"/>
        </w:rPr>
        <w:t xml:space="preserve">reference </w:t>
      </w:r>
      <w:proofErr w:type="gramStart"/>
      <w:r w:rsidRPr="003921CA">
        <w:rPr>
          <w:b w:val="0"/>
          <w:color w:val="000000" w:themeColor="text1"/>
          <w:lang w:val="en-GB"/>
        </w:rPr>
        <w:t>project</w:t>
      </w:r>
      <w:proofErr w:type="gramEnd"/>
      <w:r w:rsidRPr="003921CA">
        <w:rPr>
          <w:b w:val="0"/>
          <w:color w:val="000000" w:themeColor="text1"/>
          <w:lang w:val="en-GB"/>
        </w:rPr>
        <w:t xml:space="preserve"> in the field of </w:t>
      </w:r>
      <w:r w:rsidR="005A6A8A" w:rsidRPr="005A6A8A">
        <w:rPr>
          <w:lang w:val="en-GB"/>
        </w:rPr>
        <w:t>graphic design</w:t>
      </w:r>
      <w:r w:rsidR="005A6A8A">
        <w:rPr>
          <w:lang w:val="en-GB"/>
        </w:rPr>
        <w:t xml:space="preserve"> </w:t>
      </w:r>
      <w:r w:rsidRPr="003921CA">
        <w:rPr>
          <w:b w:val="0"/>
          <w:color w:val="000000" w:themeColor="text1"/>
          <w:lang w:val="en-GB"/>
        </w:rPr>
        <w:t>and at least</w:t>
      </w:r>
      <w:r w:rsidRPr="003921CA">
        <w:rPr>
          <w:color w:val="000000" w:themeColor="text1"/>
          <w:lang w:val="en-GB"/>
        </w:rPr>
        <w:t xml:space="preserve"> </w:t>
      </w:r>
      <w:r w:rsidR="00245E95">
        <w:rPr>
          <w:b w:val="0"/>
          <w:lang w:val="en-GB"/>
        </w:rPr>
        <w:t>6</w:t>
      </w:r>
      <w:r w:rsidRPr="003921CA">
        <w:rPr>
          <w:lang w:val="en-GB"/>
        </w:rPr>
        <w:t xml:space="preserve"> </w:t>
      </w:r>
      <w:r w:rsidRPr="003921CA">
        <w:rPr>
          <w:b w:val="0"/>
          <w:lang w:val="en-GB"/>
        </w:rPr>
        <w:t>reference project</w:t>
      </w:r>
      <w:r w:rsidR="00073259">
        <w:rPr>
          <w:b w:val="0"/>
          <w:lang w:val="en-GB"/>
        </w:rPr>
        <w:t xml:space="preserve"> </w:t>
      </w:r>
      <w:r w:rsidR="00604327" w:rsidRPr="00D934AA">
        <w:rPr>
          <w:bCs w:val="0"/>
          <w:lang w:val="en-GB"/>
        </w:rPr>
        <w:t>East Africa</w:t>
      </w:r>
      <w:r w:rsidR="00073259" w:rsidRPr="00D934AA">
        <w:rPr>
          <w:bCs w:val="0"/>
          <w:lang w:val="en-GB"/>
        </w:rPr>
        <w:t xml:space="preserve"> </w:t>
      </w:r>
      <w:r w:rsidRPr="00D934AA">
        <w:rPr>
          <w:bCs w:val="0"/>
          <w:lang w:val="en-GB"/>
        </w:rPr>
        <w:t xml:space="preserve">in the last </w:t>
      </w:r>
      <w:r w:rsidR="00E27A10" w:rsidRPr="00D934AA">
        <w:rPr>
          <w:bCs w:val="0"/>
          <w:lang w:val="en-GB"/>
        </w:rPr>
        <w:t xml:space="preserve">three </w:t>
      </w:r>
      <w:r w:rsidRPr="00D934AA">
        <w:rPr>
          <w:bCs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permStart w:id="2127591201"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2127591201"/>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permStart w:id="1439649809" w:edGrp="everyone"/>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ermEnd w:id="1439649809"/>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8D09A2">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8" w:name="_Toc51346474"/>
      <w:r w:rsidRPr="003921CA">
        <w:rPr>
          <w:rStyle w:val="Heading3Char"/>
          <w:lang w:val="en-GB"/>
        </w:rPr>
        <w:lastRenderedPageBreak/>
        <w:t>Overview of reference projects</w:t>
      </w:r>
      <w:bookmarkEnd w:id="18"/>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permStart w:id="331564847" w:edGrp="everyone"/>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31564847"/>
          </w:p>
        </w:tc>
        <w:permStart w:id="2004110860" w:edGrp="everyone"/>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04110860"/>
          </w:p>
        </w:tc>
        <w:permStart w:id="348341552" w:edGrp="everyone"/>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48341552"/>
          </w:p>
        </w:tc>
        <w:permStart w:id="2036343903" w:edGrp="everyone"/>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36343903"/>
          </w:p>
        </w:tc>
        <w:permStart w:id="982802556" w:edGrp="everyone"/>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982802556"/>
          </w:p>
        </w:tc>
        <w:permStart w:id="349516756" w:edGrp="everyone"/>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49516756"/>
          </w:p>
        </w:tc>
        <w:permStart w:id="1787714762" w:edGrp="everyone"/>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87714762"/>
          </w:p>
        </w:tc>
        <w:permStart w:id="288251857" w:edGrp="everyone"/>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8251857"/>
          </w:p>
        </w:tc>
        <w:permStart w:id="1269788524" w:edGrp="everyone"/>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69788524"/>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permStart w:id="1439326513" w:edGrp="everyone"/>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39326513"/>
          </w:p>
        </w:tc>
        <w:permStart w:id="1765373929" w:edGrp="everyone"/>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65373929"/>
          </w:p>
        </w:tc>
        <w:permStart w:id="875838739" w:edGrp="everyone"/>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75838739"/>
          </w:p>
        </w:tc>
        <w:permStart w:id="195095516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50955169"/>
          </w:p>
        </w:tc>
        <w:permStart w:id="152595790"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2595790"/>
          </w:p>
        </w:tc>
        <w:permStart w:id="1676371229" w:edGrp="everyone"/>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76371229"/>
          </w:p>
        </w:tc>
        <w:permStart w:id="226301496" w:edGrp="everyone"/>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26301496"/>
          </w:p>
        </w:tc>
        <w:permStart w:id="201668641" w:edGrp="everyone"/>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1668641"/>
          </w:p>
        </w:tc>
        <w:permStart w:id="174214836" w:edGrp="everyone"/>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4214836"/>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permStart w:id="1531248795" w:edGrp="everyone"/>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31248795"/>
          </w:p>
        </w:tc>
        <w:permStart w:id="1243643570" w:edGrp="everyone"/>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43643570"/>
          </w:p>
        </w:tc>
        <w:permStart w:id="129461782" w:edGrp="everyone"/>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9461782"/>
          </w:p>
        </w:tc>
        <w:permStart w:id="61711224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17112249"/>
          </w:p>
        </w:tc>
        <w:permStart w:id="1341654337"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41654337"/>
          </w:p>
        </w:tc>
        <w:permStart w:id="1381332010" w:edGrp="everyone"/>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81332010"/>
          </w:p>
        </w:tc>
        <w:permStart w:id="722477292" w:edGrp="everyone"/>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22477292"/>
          </w:p>
        </w:tc>
        <w:permStart w:id="282935046" w:edGrp="everyone"/>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2935046"/>
          </w:p>
        </w:tc>
        <w:permStart w:id="528421365" w:edGrp="everyone"/>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28421365"/>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permStart w:id="1781741517" w:edGrp="everyone"/>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81741517"/>
          </w:p>
        </w:tc>
        <w:permStart w:id="1399419233" w:edGrp="everyone"/>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99419233"/>
          </w:p>
        </w:tc>
        <w:permStart w:id="240333967" w:edGrp="everyone"/>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40333967"/>
          </w:p>
        </w:tc>
        <w:permStart w:id="156453205"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6453205"/>
          </w:p>
        </w:tc>
        <w:permStart w:id="564737494"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64737494"/>
          </w:p>
        </w:tc>
        <w:permStart w:id="127747253" w:edGrp="everyone"/>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7747253"/>
          </w:p>
        </w:tc>
        <w:permStart w:id="864830702" w:edGrp="everyone"/>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64830702"/>
          </w:p>
        </w:tc>
        <w:permStart w:id="356653981" w:edGrp="everyone"/>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56653981"/>
          </w:p>
        </w:tc>
        <w:permStart w:id="394360179" w:edGrp="everyone"/>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94360179"/>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permStart w:id="1641940924" w:edGrp="everyone"/>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41940924"/>
          </w:p>
        </w:tc>
        <w:permStart w:id="297670987" w:edGrp="everyone"/>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97670987"/>
          </w:p>
        </w:tc>
        <w:permStart w:id="1282815337" w:edGrp="everyone"/>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82815337"/>
          </w:p>
        </w:tc>
        <w:permStart w:id="549543552"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49543552"/>
          </w:p>
        </w:tc>
        <w:permStart w:id="220297784"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20297784"/>
          </w:p>
        </w:tc>
        <w:permStart w:id="64901612" w:edGrp="everyone"/>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4901612"/>
          </w:p>
        </w:tc>
        <w:permStart w:id="546261324" w:edGrp="everyone"/>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46261324"/>
          </w:p>
        </w:tc>
        <w:permStart w:id="473183552" w:edGrp="everyone"/>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473183552"/>
          </w:p>
        </w:tc>
        <w:permStart w:id="1587896168" w:edGrp="everyone"/>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87896168"/>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permStart w:id="1194146547" w:edGrp="everyone"/>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94146547"/>
          </w:p>
        </w:tc>
        <w:permStart w:id="1638686104" w:edGrp="everyone"/>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38686104"/>
          </w:p>
        </w:tc>
        <w:permStart w:id="1076431329" w:edGrp="everyone"/>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076431329"/>
          </w:p>
        </w:tc>
        <w:permStart w:id="1407603342"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07603342"/>
          </w:p>
        </w:tc>
        <w:permStart w:id="1808228687"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808228687"/>
          </w:p>
        </w:tc>
        <w:permStart w:id="1525815349" w:edGrp="everyone"/>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25815349"/>
          </w:p>
        </w:tc>
        <w:permStart w:id="1645429749" w:edGrp="everyone"/>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45429749"/>
          </w:p>
        </w:tc>
        <w:permStart w:id="1653156969" w:edGrp="everyone"/>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53156969"/>
          </w:p>
        </w:tc>
        <w:permStart w:id="555951557" w:edGrp="everyone"/>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55951557"/>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permStart w:id="1507804440" w:edGrp="everyone"/>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07804440"/>
          </w:p>
        </w:tc>
        <w:permStart w:id="724981025" w:edGrp="everyone"/>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24981025"/>
          </w:p>
        </w:tc>
        <w:permStart w:id="1841967406" w:edGrp="everyone"/>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841967406"/>
          </w:p>
        </w:tc>
        <w:permStart w:id="2096850019"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96850019"/>
          </w:p>
        </w:tc>
        <w:permStart w:id="2062224720"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62224720"/>
          </w:p>
        </w:tc>
        <w:permStart w:id="650463934" w:edGrp="everyone"/>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50463934"/>
          </w:p>
        </w:tc>
        <w:permStart w:id="697256578" w:edGrp="everyone"/>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97256578"/>
          </w:p>
        </w:tc>
        <w:permStart w:id="338590044" w:edGrp="everyone"/>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338590044"/>
          </w:p>
        </w:tc>
        <w:permStart w:id="1621713378" w:edGrp="everyone"/>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621713378"/>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permStart w:id="597626414" w:edGrp="everyone"/>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97626414"/>
          </w:p>
        </w:tc>
        <w:permStart w:id="803697222" w:edGrp="everyone"/>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03697222"/>
          </w:p>
        </w:tc>
        <w:permStart w:id="1562783835" w:edGrp="everyone"/>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62783835"/>
          </w:p>
        </w:tc>
        <w:permStart w:id="789936320"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89936320"/>
          </w:p>
        </w:tc>
        <w:permStart w:id="2044290741"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044290741"/>
          </w:p>
        </w:tc>
        <w:permStart w:id="798752985" w:edGrp="everyone"/>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98752985"/>
          </w:p>
        </w:tc>
        <w:permStart w:id="1535868161" w:edGrp="everyone"/>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535868161"/>
          </w:p>
        </w:tc>
        <w:permStart w:id="1965706547" w:edGrp="everyone"/>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65706547"/>
          </w:p>
        </w:tc>
        <w:permStart w:id="630945146" w:edGrp="everyone"/>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30945146"/>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permStart w:id="659045730" w:edGrp="everyone"/>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659045730"/>
          </w:p>
        </w:tc>
        <w:permStart w:id="1920167906" w:edGrp="everyone"/>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920167906"/>
          </w:p>
        </w:tc>
        <w:permStart w:id="1178226557" w:edGrp="everyone"/>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78226557"/>
          </w:p>
        </w:tc>
        <w:permStart w:id="1364228766" w:edGrp="everyone"/>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364228766"/>
          </w:p>
        </w:tc>
        <w:permStart w:id="1449679996" w:edGrp="everyone"/>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449679996"/>
          </w:p>
        </w:tc>
        <w:permStart w:id="772090112" w:edGrp="everyone"/>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772090112"/>
          </w:p>
        </w:tc>
        <w:permStart w:id="983049246" w:edGrp="everyone"/>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983049246"/>
          </w:p>
        </w:tc>
        <w:permStart w:id="172039252" w:edGrp="everyone"/>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2039252"/>
          </w:p>
        </w:tc>
        <w:permStart w:id="524117089" w:edGrp="everyone"/>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24117089"/>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permStart w:id="1700536050" w:edGrp="everyone"/>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700536050"/>
          </w:p>
        </w:tc>
        <w:permStart w:id="2133486231" w:edGrp="everyone"/>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33486231"/>
          </w:p>
        </w:tc>
        <w:permStart w:id="598238965" w:edGrp="everyone"/>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598238965"/>
          </w:p>
        </w:tc>
        <w:permStart w:id="1283139718" w:edGrp="everyone"/>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283139718"/>
          </w:p>
        </w:tc>
        <w:permStart w:id="2122521044" w:edGrp="everyone"/>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22521044"/>
          </w:p>
        </w:tc>
        <w:permStart w:id="882583218" w:edGrp="everyone"/>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882583218"/>
          </w:p>
        </w:tc>
        <w:permStart w:id="1181491503" w:edGrp="everyone"/>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1181491503"/>
          </w:p>
        </w:tc>
        <w:permStart w:id="288300514" w:edGrp="everyone"/>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88300514"/>
          </w:p>
        </w:tc>
        <w:permStart w:id="2136086709" w:edGrp="everyone"/>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ermEnd w:id="2136086709"/>
          </w:p>
        </w:tc>
      </w:tr>
    </w:tbl>
    <w:p w14:paraId="21D2E33A" w14:textId="77777777" w:rsidR="009F1656" w:rsidRPr="003921CA" w:rsidRDefault="009F1656">
      <w:pPr>
        <w:rPr>
          <w:rFonts w:cs="Arial"/>
          <w:color w:val="000000" w:themeColor="text1"/>
          <w:lang w:val="en-GB"/>
        </w:rPr>
        <w:sectPr w:rsidR="009F1656" w:rsidRPr="003921CA" w:rsidSect="008D09A2">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19" w:name="_Toc51346475"/>
      <w:r w:rsidRPr="003921CA">
        <w:rPr>
          <w:lang w:val="en-GB"/>
        </w:rPr>
        <w:lastRenderedPageBreak/>
        <w:t>Declaration of integrity</w:t>
      </w:r>
      <w:bookmarkEnd w:id="19"/>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3426B0"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6DBD138A"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0" w:name="_Toc29219564"/>
      <w:bookmarkStart w:id="21" w:name="_Toc51346476"/>
      <w:r w:rsidRPr="003921CA">
        <w:rPr>
          <w:lang w:val="en-GB"/>
        </w:rPr>
        <w:t>Priority of GIZ’s own clauses</w:t>
      </w:r>
      <w:bookmarkEnd w:id="20"/>
      <w:bookmarkEnd w:id="21"/>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5A0ED5B1" w:rsidR="003049BD" w:rsidRPr="003921CA" w:rsidRDefault="00D04E04" w:rsidP="009F1656">
      <w:pPr>
        <w:spacing w:after="60"/>
        <w:ind w:right="-284"/>
        <w:jc w:val="both"/>
        <w:rPr>
          <w:rStyle w:val="PageNumber"/>
          <w:lang w:val="en-GB"/>
        </w:rPr>
      </w:pPr>
      <w:r w:rsidRPr="003921CA">
        <w:rPr>
          <w:b/>
          <w:lang w:val="en-GB"/>
        </w:rPr>
        <w:t>By submitting this document, I/we confirm that the aforementioned information is complete and true.</w:t>
      </w:r>
    </w:p>
    <w:sectPr w:rsidR="003049BD" w:rsidRPr="003921CA" w:rsidSect="008D09A2">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B117B" w14:textId="77777777" w:rsidR="003B6FC2" w:rsidRDefault="003B6FC2" w:rsidP="00A637D0">
      <w:r>
        <w:separator/>
      </w:r>
    </w:p>
  </w:endnote>
  <w:endnote w:type="continuationSeparator" w:id="0">
    <w:p w14:paraId="45A41DAB" w14:textId="77777777" w:rsidR="003B6FC2" w:rsidRDefault="003B6FC2"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7BC0618A" w:rsidR="00554D64" w:rsidRPr="00E32D51" w:rsidRDefault="00554D64" w:rsidP="00D21E07">
          <w:pPr>
            <w:pStyle w:val="Footer"/>
            <w:tabs>
              <w:tab w:val="clear" w:pos="4536"/>
              <w:tab w:val="clear" w:pos="9072"/>
            </w:tabs>
            <w:rPr>
              <w:rFonts w:cs="Arial"/>
              <w:szCs w:val="14"/>
            </w:rPr>
          </w:pPr>
          <w:r>
            <w:t>0</w:t>
          </w:r>
          <w:r w:rsidR="00DA728D">
            <w:t>7</w:t>
          </w:r>
          <w:r>
            <w:t>/202</w:t>
          </w:r>
          <w:r w:rsidR="00DA728D">
            <w:t>1</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3888"/>
      <w:gridCol w:w="6632"/>
      <w:gridCol w:w="3182"/>
    </w:tblGrid>
    <w:tr w:rsidR="00554D64" w:rsidRPr="00E32D51" w14:paraId="7CE1C938" w14:textId="77777777" w:rsidTr="00ED1FD6">
      <w:tc>
        <w:tcPr>
          <w:tcW w:w="1419" w:type="pct"/>
        </w:tcPr>
        <w:p w14:paraId="6D5821D8" w14:textId="0DE6F58A" w:rsidR="00554D64" w:rsidRPr="00E32D51" w:rsidRDefault="00554D64" w:rsidP="00B3773F">
          <w:pPr>
            <w:pStyle w:val="Footer"/>
            <w:tabs>
              <w:tab w:val="clear" w:pos="4536"/>
              <w:tab w:val="clear" w:pos="9072"/>
            </w:tabs>
            <w:rPr>
              <w:rFonts w:cs="Arial"/>
              <w:szCs w:val="14"/>
            </w:rPr>
          </w:pPr>
          <w:r>
            <w:t>0</w:t>
          </w:r>
          <w:r w:rsidR="00AB6B17">
            <w:t>7</w:t>
          </w:r>
          <w:r>
            <w:t>/202</w:t>
          </w:r>
          <w:r w:rsidR="00AB6B17">
            <w:t>1</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D8A84" w14:textId="77777777" w:rsidR="003B6FC2" w:rsidRDefault="003B6FC2" w:rsidP="00A637D0">
      <w:r>
        <w:separator/>
      </w:r>
    </w:p>
  </w:footnote>
  <w:footnote w:type="continuationSeparator" w:id="0">
    <w:p w14:paraId="15A421DF" w14:textId="77777777" w:rsidR="003B6FC2" w:rsidRDefault="003B6FC2"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46151BB" w:rsidR="00554D64" w:rsidRPr="00D60683" w:rsidRDefault="00554D64" w:rsidP="009F1656">
                <w:pPr>
                  <w:tabs>
                    <w:tab w:val="right" w:pos="9356"/>
                  </w:tabs>
                  <w:spacing w:before="660"/>
                  <w:rPr>
                    <w:b/>
                    <w:sz w:val="24"/>
                  </w:rPr>
                </w:pPr>
                <w:r>
                  <w:rPr>
                    <w:b/>
                    <w:sz w:val="24"/>
                  </w:rPr>
                  <w:t>Self-declaration of eligibility for the award</w:t>
                </w:r>
                <w:r>
                  <w:rPr>
                    <w:b/>
                    <w:sz w:val="24"/>
                  </w:rPr>
                  <w:br/>
                  <w:t xml:space="preserve">of contracts </w:t>
                </w:r>
                <w:proofErr w:type="gramStart"/>
                <w:r>
                  <w:rPr>
                    <w:b/>
                    <w:sz w:val="24"/>
                  </w:rPr>
                  <w:t xml:space="preserve">– </w:t>
                </w:r>
                <w:r w:rsidR="000E28A4">
                  <w:rPr>
                    <w:b/>
                    <w:sz w:val="24"/>
                  </w:rPr>
                  <w:t xml:space="preserve"> </w:t>
                </w:r>
                <w:r>
                  <w:rPr>
                    <w:b/>
                    <w:sz w:val="24"/>
                  </w:rPr>
                  <w:t>public</w:t>
                </w:r>
                <w:proofErr w:type="gramEnd"/>
                <w:r>
                  <w:rPr>
                    <w:b/>
                    <w:sz w:val="24"/>
                  </w:rPr>
                  <w:t xml:space="preserve"> invitation to tender</w:t>
                </w:r>
              </w:p>
            </w:tc>
            <w:tc>
              <w:tcPr>
                <w:tcW w:w="1503" w:type="pct"/>
              </w:tcPr>
              <w:p w14:paraId="73D80B05" w14:textId="56258F12" w:rsidR="00554D64" w:rsidRPr="00703906" w:rsidRDefault="00554D64" w:rsidP="009F1656">
                <w:pPr>
                  <w:tabs>
                    <w:tab w:val="right" w:pos="9356"/>
                  </w:tabs>
                  <w:ind w:right="-227"/>
                  <w:jc w:val="right"/>
                  <w:rPr>
                    <w:sz w:val="20"/>
                    <w:szCs w:val="20"/>
                  </w:rPr>
                </w:pP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79EE86DF" w:rsidR="00554D64" w:rsidRDefault="00544FBE" w:rsidP="00D04E04">
          <w:pPr>
            <w:pStyle w:val="Header"/>
            <w:tabs>
              <w:tab w:val="clear" w:pos="4536"/>
              <w:tab w:val="clear" w:pos="9072"/>
              <w:tab w:val="right" w:pos="9356"/>
            </w:tabs>
            <w:spacing w:before="660"/>
            <w:rPr>
              <w:rFonts w:cs="Arial"/>
              <w:b/>
              <w:sz w:val="28"/>
              <w:szCs w:val="28"/>
            </w:rPr>
          </w:pPr>
          <w:r>
            <w:rPr>
              <w:noProof/>
              <w:sz w:val="20"/>
              <w:szCs w:val="20"/>
            </w:rPr>
            <w:drawing>
              <wp:anchor distT="0" distB="0" distL="114300" distR="114300" simplePos="0" relativeHeight="251658240" behindDoc="0" locked="0" layoutInCell="1" allowOverlap="1" wp14:anchorId="7A5BCCC8" wp14:editId="09514DD1">
                <wp:simplePos x="0" y="0"/>
                <wp:positionH relativeFrom="column">
                  <wp:posOffset>-1038702</wp:posOffset>
                </wp:positionH>
                <wp:positionV relativeFrom="paragraph">
                  <wp:posOffset>-43997</wp:posOffset>
                </wp:positionV>
                <wp:extent cx="1784350" cy="744220"/>
                <wp:effectExtent l="0" t="0" r="635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GIZ AU.gif"/>
                        <pic:cNvPicPr/>
                      </pic:nvPicPr>
                      <pic:blipFill>
                        <a:blip r:embed="rId1">
                          <a:extLst>
                            <a:ext uri="{28A0092B-C50C-407E-A947-70E740481C1C}">
                              <a14:useLocalDpi xmlns:a14="http://schemas.microsoft.com/office/drawing/2010/main" val="0"/>
                            </a:ext>
                          </a:extLst>
                        </a:blip>
                        <a:stretch>
                          <a:fillRect/>
                        </a:stretch>
                      </pic:blipFill>
                      <pic:spPr>
                        <a:xfrm>
                          <a:off x="0" y="0"/>
                          <a:ext cx="1784350" cy="744220"/>
                        </a:xfrm>
                        <a:prstGeom prst="rect">
                          <a:avLst/>
                        </a:prstGeom>
                      </pic:spPr>
                    </pic:pic>
                  </a:graphicData>
                </a:graphic>
              </wp:anchor>
            </w:drawing>
          </w: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447D39D3"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21391278">
    <w:abstractNumId w:val="9"/>
  </w:num>
  <w:num w:numId="2" w16cid:durableId="1550917495">
    <w:abstractNumId w:val="8"/>
  </w:num>
  <w:num w:numId="3" w16cid:durableId="975447338">
    <w:abstractNumId w:val="7"/>
  </w:num>
  <w:num w:numId="4" w16cid:durableId="146868995">
    <w:abstractNumId w:val="6"/>
  </w:num>
  <w:num w:numId="5" w16cid:durableId="1065226652">
    <w:abstractNumId w:val="5"/>
  </w:num>
  <w:num w:numId="6" w16cid:durableId="318313846">
    <w:abstractNumId w:val="4"/>
  </w:num>
  <w:num w:numId="7" w16cid:durableId="1195726907">
    <w:abstractNumId w:val="3"/>
  </w:num>
  <w:num w:numId="8" w16cid:durableId="602882824">
    <w:abstractNumId w:val="2"/>
  </w:num>
  <w:num w:numId="9" w16cid:durableId="971516796">
    <w:abstractNumId w:val="1"/>
  </w:num>
  <w:num w:numId="10" w16cid:durableId="1069425843">
    <w:abstractNumId w:val="0"/>
  </w:num>
  <w:num w:numId="11" w16cid:durableId="1582133783">
    <w:abstractNumId w:val="23"/>
  </w:num>
  <w:num w:numId="12" w16cid:durableId="31082069">
    <w:abstractNumId w:val="11"/>
  </w:num>
  <w:num w:numId="13" w16cid:durableId="280191084">
    <w:abstractNumId w:val="21"/>
  </w:num>
  <w:num w:numId="14" w16cid:durableId="391195987">
    <w:abstractNumId w:val="19"/>
  </w:num>
  <w:num w:numId="15" w16cid:durableId="2132044569">
    <w:abstractNumId w:val="12"/>
  </w:num>
  <w:num w:numId="16" w16cid:durableId="1559827274">
    <w:abstractNumId w:val="15"/>
  </w:num>
  <w:num w:numId="17" w16cid:durableId="425731305">
    <w:abstractNumId w:val="20"/>
  </w:num>
  <w:num w:numId="18" w16cid:durableId="2045864258">
    <w:abstractNumId w:val="16"/>
  </w:num>
  <w:num w:numId="19" w16cid:durableId="652639853">
    <w:abstractNumId w:val="24"/>
  </w:num>
  <w:num w:numId="20" w16cid:durableId="2003853881">
    <w:abstractNumId w:val="17"/>
  </w:num>
  <w:num w:numId="21" w16cid:durableId="2045205708">
    <w:abstractNumId w:val="13"/>
  </w:num>
  <w:num w:numId="22" w16cid:durableId="49496201">
    <w:abstractNumId w:val="18"/>
  </w:num>
  <w:num w:numId="23" w16cid:durableId="721102021">
    <w:abstractNumId w:val="22"/>
  </w:num>
  <w:num w:numId="24" w16cid:durableId="730421444">
    <w:abstractNumId w:val="14"/>
  </w:num>
  <w:num w:numId="25" w16cid:durableId="1293050786">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formatting="1"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350A1"/>
    <w:rsid w:val="00047F4A"/>
    <w:rsid w:val="00052ABD"/>
    <w:rsid w:val="000534E4"/>
    <w:rsid w:val="000548E6"/>
    <w:rsid w:val="00054B0B"/>
    <w:rsid w:val="000559A2"/>
    <w:rsid w:val="00073259"/>
    <w:rsid w:val="00074A24"/>
    <w:rsid w:val="00074DAF"/>
    <w:rsid w:val="00083456"/>
    <w:rsid w:val="000A5C66"/>
    <w:rsid w:val="000B0555"/>
    <w:rsid w:val="000B0E75"/>
    <w:rsid w:val="000B0FE0"/>
    <w:rsid w:val="000B478D"/>
    <w:rsid w:val="000B69C2"/>
    <w:rsid w:val="000C1CE3"/>
    <w:rsid w:val="000E28A4"/>
    <w:rsid w:val="000E3666"/>
    <w:rsid w:val="000E4FA6"/>
    <w:rsid w:val="000E72E6"/>
    <w:rsid w:val="000F1C7E"/>
    <w:rsid w:val="00101577"/>
    <w:rsid w:val="00101FDB"/>
    <w:rsid w:val="00107752"/>
    <w:rsid w:val="00110B3A"/>
    <w:rsid w:val="00112883"/>
    <w:rsid w:val="001130BA"/>
    <w:rsid w:val="00113204"/>
    <w:rsid w:val="0011459C"/>
    <w:rsid w:val="00114F6C"/>
    <w:rsid w:val="00125B43"/>
    <w:rsid w:val="00131B58"/>
    <w:rsid w:val="00131DC6"/>
    <w:rsid w:val="00142010"/>
    <w:rsid w:val="00143B6A"/>
    <w:rsid w:val="0015068A"/>
    <w:rsid w:val="00150FD8"/>
    <w:rsid w:val="00152257"/>
    <w:rsid w:val="001527C9"/>
    <w:rsid w:val="001554B7"/>
    <w:rsid w:val="00165E31"/>
    <w:rsid w:val="00190868"/>
    <w:rsid w:val="001A17F9"/>
    <w:rsid w:val="001A50A8"/>
    <w:rsid w:val="001A53EC"/>
    <w:rsid w:val="001B0209"/>
    <w:rsid w:val="001B11D3"/>
    <w:rsid w:val="001B1784"/>
    <w:rsid w:val="001B5011"/>
    <w:rsid w:val="001B7AAD"/>
    <w:rsid w:val="001C07C7"/>
    <w:rsid w:val="001D41F6"/>
    <w:rsid w:val="001D6A12"/>
    <w:rsid w:val="001D7634"/>
    <w:rsid w:val="001E3A19"/>
    <w:rsid w:val="001E7771"/>
    <w:rsid w:val="001F17D0"/>
    <w:rsid w:val="001F2E71"/>
    <w:rsid w:val="001F3DB5"/>
    <w:rsid w:val="00200B0F"/>
    <w:rsid w:val="002045A8"/>
    <w:rsid w:val="00205815"/>
    <w:rsid w:val="0020698D"/>
    <w:rsid w:val="002205AE"/>
    <w:rsid w:val="002246E6"/>
    <w:rsid w:val="0023099D"/>
    <w:rsid w:val="002320DD"/>
    <w:rsid w:val="00245E95"/>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2205"/>
    <w:rsid w:val="002B3058"/>
    <w:rsid w:val="002B696B"/>
    <w:rsid w:val="002C0268"/>
    <w:rsid w:val="002C318A"/>
    <w:rsid w:val="002C4AAF"/>
    <w:rsid w:val="002C4C17"/>
    <w:rsid w:val="002E0FF5"/>
    <w:rsid w:val="002E7CD5"/>
    <w:rsid w:val="002F4523"/>
    <w:rsid w:val="003049BD"/>
    <w:rsid w:val="00304B51"/>
    <w:rsid w:val="003224A4"/>
    <w:rsid w:val="003237D1"/>
    <w:rsid w:val="003306FA"/>
    <w:rsid w:val="00333EFE"/>
    <w:rsid w:val="0034250C"/>
    <w:rsid w:val="00342640"/>
    <w:rsid w:val="00351DC4"/>
    <w:rsid w:val="00354D41"/>
    <w:rsid w:val="00371240"/>
    <w:rsid w:val="00371F72"/>
    <w:rsid w:val="00373042"/>
    <w:rsid w:val="003828E6"/>
    <w:rsid w:val="0038591D"/>
    <w:rsid w:val="003921CA"/>
    <w:rsid w:val="00393E26"/>
    <w:rsid w:val="003A414A"/>
    <w:rsid w:val="003A707D"/>
    <w:rsid w:val="003B1D21"/>
    <w:rsid w:val="003B5F03"/>
    <w:rsid w:val="003B67CC"/>
    <w:rsid w:val="003B6FC2"/>
    <w:rsid w:val="003C31A1"/>
    <w:rsid w:val="003C3527"/>
    <w:rsid w:val="003C3986"/>
    <w:rsid w:val="003C6FDC"/>
    <w:rsid w:val="003D09FF"/>
    <w:rsid w:val="003D266E"/>
    <w:rsid w:val="003D6F92"/>
    <w:rsid w:val="003F6EC9"/>
    <w:rsid w:val="003F7303"/>
    <w:rsid w:val="004107A3"/>
    <w:rsid w:val="00415BA6"/>
    <w:rsid w:val="004435ED"/>
    <w:rsid w:val="004511CA"/>
    <w:rsid w:val="00452517"/>
    <w:rsid w:val="0045739A"/>
    <w:rsid w:val="00463EC1"/>
    <w:rsid w:val="00466305"/>
    <w:rsid w:val="004666E2"/>
    <w:rsid w:val="0046790F"/>
    <w:rsid w:val="00471450"/>
    <w:rsid w:val="00472CB8"/>
    <w:rsid w:val="0047680C"/>
    <w:rsid w:val="004821C0"/>
    <w:rsid w:val="004872CC"/>
    <w:rsid w:val="0049307C"/>
    <w:rsid w:val="00495C9A"/>
    <w:rsid w:val="004A28D6"/>
    <w:rsid w:val="004A2BE9"/>
    <w:rsid w:val="004A374F"/>
    <w:rsid w:val="004A5843"/>
    <w:rsid w:val="004B2E36"/>
    <w:rsid w:val="004B6704"/>
    <w:rsid w:val="004C4961"/>
    <w:rsid w:val="004D1A52"/>
    <w:rsid w:val="004E11DA"/>
    <w:rsid w:val="004E597C"/>
    <w:rsid w:val="004F527F"/>
    <w:rsid w:val="004F56CA"/>
    <w:rsid w:val="004F6D94"/>
    <w:rsid w:val="005009D3"/>
    <w:rsid w:val="00503D35"/>
    <w:rsid w:val="00507C1D"/>
    <w:rsid w:val="0051092D"/>
    <w:rsid w:val="00516FF0"/>
    <w:rsid w:val="00544FBE"/>
    <w:rsid w:val="00553FC0"/>
    <w:rsid w:val="00554D64"/>
    <w:rsid w:val="00556EAD"/>
    <w:rsid w:val="00560342"/>
    <w:rsid w:val="005875AF"/>
    <w:rsid w:val="005A05F7"/>
    <w:rsid w:val="005A6A8A"/>
    <w:rsid w:val="005B3D97"/>
    <w:rsid w:val="005C11A9"/>
    <w:rsid w:val="005D18E7"/>
    <w:rsid w:val="005D500F"/>
    <w:rsid w:val="005D60B4"/>
    <w:rsid w:val="005E0A0F"/>
    <w:rsid w:val="00604327"/>
    <w:rsid w:val="00613B92"/>
    <w:rsid w:val="00615784"/>
    <w:rsid w:val="00616B7D"/>
    <w:rsid w:val="00625143"/>
    <w:rsid w:val="00625191"/>
    <w:rsid w:val="006254E4"/>
    <w:rsid w:val="0063526B"/>
    <w:rsid w:val="00640E1F"/>
    <w:rsid w:val="00641269"/>
    <w:rsid w:val="00642A84"/>
    <w:rsid w:val="00646202"/>
    <w:rsid w:val="00647683"/>
    <w:rsid w:val="00655A55"/>
    <w:rsid w:val="00655F11"/>
    <w:rsid w:val="006601D0"/>
    <w:rsid w:val="00662A6C"/>
    <w:rsid w:val="0069220B"/>
    <w:rsid w:val="00694737"/>
    <w:rsid w:val="00696B10"/>
    <w:rsid w:val="006B4708"/>
    <w:rsid w:val="006C3411"/>
    <w:rsid w:val="006E2E2F"/>
    <w:rsid w:val="006E6BF7"/>
    <w:rsid w:val="006E724B"/>
    <w:rsid w:val="006F1D40"/>
    <w:rsid w:val="006F545C"/>
    <w:rsid w:val="006F5C43"/>
    <w:rsid w:val="006F643B"/>
    <w:rsid w:val="007000B3"/>
    <w:rsid w:val="007077E8"/>
    <w:rsid w:val="00722877"/>
    <w:rsid w:val="007245A9"/>
    <w:rsid w:val="007273C6"/>
    <w:rsid w:val="00743EF6"/>
    <w:rsid w:val="00752AC5"/>
    <w:rsid w:val="00765462"/>
    <w:rsid w:val="007702B2"/>
    <w:rsid w:val="00776B87"/>
    <w:rsid w:val="00780022"/>
    <w:rsid w:val="007818C6"/>
    <w:rsid w:val="00791EC5"/>
    <w:rsid w:val="0079505C"/>
    <w:rsid w:val="007A1489"/>
    <w:rsid w:val="007A14C8"/>
    <w:rsid w:val="007B14B5"/>
    <w:rsid w:val="007B15CD"/>
    <w:rsid w:val="007C2451"/>
    <w:rsid w:val="007D1F6F"/>
    <w:rsid w:val="007D416C"/>
    <w:rsid w:val="007D4193"/>
    <w:rsid w:val="007D626A"/>
    <w:rsid w:val="007D6FB7"/>
    <w:rsid w:val="007E66E6"/>
    <w:rsid w:val="007F04A8"/>
    <w:rsid w:val="007F2459"/>
    <w:rsid w:val="007F53DB"/>
    <w:rsid w:val="007F592F"/>
    <w:rsid w:val="008018D8"/>
    <w:rsid w:val="008071C6"/>
    <w:rsid w:val="00817A1E"/>
    <w:rsid w:val="00824179"/>
    <w:rsid w:val="008241B9"/>
    <w:rsid w:val="00825556"/>
    <w:rsid w:val="00834662"/>
    <w:rsid w:val="00840C47"/>
    <w:rsid w:val="00840C61"/>
    <w:rsid w:val="00845E5A"/>
    <w:rsid w:val="008472EF"/>
    <w:rsid w:val="00847F0B"/>
    <w:rsid w:val="008564C5"/>
    <w:rsid w:val="008567CD"/>
    <w:rsid w:val="00856CFA"/>
    <w:rsid w:val="008710E3"/>
    <w:rsid w:val="008761AD"/>
    <w:rsid w:val="00880B21"/>
    <w:rsid w:val="00882D2F"/>
    <w:rsid w:val="008964DD"/>
    <w:rsid w:val="008A634C"/>
    <w:rsid w:val="008B1997"/>
    <w:rsid w:val="008B7244"/>
    <w:rsid w:val="008C00BE"/>
    <w:rsid w:val="008D09A2"/>
    <w:rsid w:val="008D4B06"/>
    <w:rsid w:val="008D5A9C"/>
    <w:rsid w:val="008D631A"/>
    <w:rsid w:val="00901C0F"/>
    <w:rsid w:val="00905B81"/>
    <w:rsid w:val="00914472"/>
    <w:rsid w:val="009239DC"/>
    <w:rsid w:val="00936D15"/>
    <w:rsid w:val="009412DC"/>
    <w:rsid w:val="009421DC"/>
    <w:rsid w:val="00942857"/>
    <w:rsid w:val="00957D5A"/>
    <w:rsid w:val="00960432"/>
    <w:rsid w:val="00964A05"/>
    <w:rsid w:val="00967801"/>
    <w:rsid w:val="009720D1"/>
    <w:rsid w:val="009835D5"/>
    <w:rsid w:val="00994A1D"/>
    <w:rsid w:val="00994AAE"/>
    <w:rsid w:val="009A13D5"/>
    <w:rsid w:val="009B0BA2"/>
    <w:rsid w:val="009B2695"/>
    <w:rsid w:val="009B3A8A"/>
    <w:rsid w:val="009B4A8D"/>
    <w:rsid w:val="009C20A0"/>
    <w:rsid w:val="009C7098"/>
    <w:rsid w:val="009D3116"/>
    <w:rsid w:val="009D33C1"/>
    <w:rsid w:val="009E4E08"/>
    <w:rsid w:val="009E7E71"/>
    <w:rsid w:val="009F1656"/>
    <w:rsid w:val="00A00268"/>
    <w:rsid w:val="00A03C19"/>
    <w:rsid w:val="00A10620"/>
    <w:rsid w:val="00A11BEF"/>
    <w:rsid w:val="00A13972"/>
    <w:rsid w:val="00A248B1"/>
    <w:rsid w:val="00A33934"/>
    <w:rsid w:val="00A43ABF"/>
    <w:rsid w:val="00A454D1"/>
    <w:rsid w:val="00A50B89"/>
    <w:rsid w:val="00A5140D"/>
    <w:rsid w:val="00A637D0"/>
    <w:rsid w:val="00A64890"/>
    <w:rsid w:val="00A66242"/>
    <w:rsid w:val="00A71D28"/>
    <w:rsid w:val="00A724D2"/>
    <w:rsid w:val="00A73771"/>
    <w:rsid w:val="00A76CBC"/>
    <w:rsid w:val="00A908BD"/>
    <w:rsid w:val="00A95A9F"/>
    <w:rsid w:val="00AA0BB3"/>
    <w:rsid w:val="00AA3807"/>
    <w:rsid w:val="00AB0C66"/>
    <w:rsid w:val="00AB192E"/>
    <w:rsid w:val="00AB4724"/>
    <w:rsid w:val="00AB6B17"/>
    <w:rsid w:val="00AC0E75"/>
    <w:rsid w:val="00AC2FA8"/>
    <w:rsid w:val="00AD7EB8"/>
    <w:rsid w:val="00AE6941"/>
    <w:rsid w:val="00AF5780"/>
    <w:rsid w:val="00AF5CB3"/>
    <w:rsid w:val="00B03AC9"/>
    <w:rsid w:val="00B23934"/>
    <w:rsid w:val="00B24A1B"/>
    <w:rsid w:val="00B3773F"/>
    <w:rsid w:val="00B42C2E"/>
    <w:rsid w:val="00B4737B"/>
    <w:rsid w:val="00B520F7"/>
    <w:rsid w:val="00B5388E"/>
    <w:rsid w:val="00B71110"/>
    <w:rsid w:val="00B74287"/>
    <w:rsid w:val="00B770F7"/>
    <w:rsid w:val="00B805D3"/>
    <w:rsid w:val="00B80CAA"/>
    <w:rsid w:val="00B80DAF"/>
    <w:rsid w:val="00B86CC5"/>
    <w:rsid w:val="00B92A68"/>
    <w:rsid w:val="00B92EA4"/>
    <w:rsid w:val="00B969D6"/>
    <w:rsid w:val="00B96EDD"/>
    <w:rsid w:val="00BA06E5"/>
    <w:rsid w:val="00BA3EA5"/>
    <w:rsid w:val="00BB1AD9"/>
    <w:rsid w:val="00BB2B62"/>
    <w:rsid w:val="00BB57AD"/>
    <w:rsid w:val="00BC2A12"/>
    <w:rsid w:val="00BC3FE3"/>
    <w:rsid w:val="00BE09A4"/>
    <w:rsid w:val="00BE2DB6"/>
    <w:rsid w:val="00BE3BB7"/>
    <w:rsid w:val="00BE7841"/>
    <w:rsid w:val="00BF1AB6"/>
    <w:rsid w:val="00BF4517"/>
    <w:rsid w:val="00C03692"/>
    <w:rsid w:val="00C11D38"/>
    <w:rsid w:val="00C1422E"/>
    <w:rsid w:val="00C177A6"/>
    <w:rsid w:val="00C21919"/>
    <w:rsid w:val="00C33501"/>
    <w:rsid w:val="00C4212C"/>
    <w:rsid w:val="00C436E8"/>
    <w:rsid w:val="00C538E0"/>
    <w:rsid w:val="00C56D26"/>
    <w:rsid w:val="00C61FBD"/>
    <w:rsid w:val="00C63C0B"/>
    <w:rsid w:val="00C66567"/>
    <w:rsid w:val="00C748AD"/>
    <w:rsid w:val="00C76E1E"/>
    <w:rsid w:val="00C83669"/>
    <w:rsid w:val="00C91A29"/>
    <w:rsid w:val="00C92F79"/>
    <w:rsid w:val="00C954BA"/>
    <w:rsid w:val="00CA3541"/>
    <w:rsid w:val="00CB5D0D"/>
    <w:rsid w:val="00CC342C"/>
    <w:rsid w:val="00CC41DD"/>
    <w:rsid w:val="00CC4DB7"/>
    <w:rsid w:val="00CD1093"/>
    <w:rsid w:val="00CD69B8"/>
    <w:rsid w:val="00CF63EB"/>
    <w:rsid w:val="00D027FB"/>
    <w:rsid w:val="00D04E04"/>
    <w:rsid w:val="00D11C26"/>
    <w:rsid w:val="00D151EE"/>
    <w:rsid w:val="00D15832"/>
    <w:rsid w:val="00D167A3"/>
    <w:rsid w:val="00D2054F"/>
    <w:rsid w:val="00D21E07"/>
    <w:rsid w:val="00D26A6F"/>
    <w:rsid w:val="00D377D7"/>
    <w:rsid w:val="00D642DF"/>
    <w:rsid w:val="00D67C9D"/>
    <w:rsid w:val="00D80282"/>
    <w:rsid w:val="00D915D5"/>
    <w:rsid w:val="00D934AA"/>
    <w:rsid w:val="00D9696A"/>
    <w:rsid w:val="00DA3266"/>
    <w:rsid w:val="00DA728D"/>
    <w:rsid w:val="00DB1469"/>
    <w:rsid w:val="00DB7AEC"/>
    <w:rsid w:val="00DC557A"/>
    <w:rsid w:val="00DD1A03"/>
    <w:rsid w:val="00DD48B5"/>
    <w:rsid w:val="00DD592E"/>
    <w:rsid w:val="00DD658A"/>
    <w:rsid w:val="00DE0892"/>
    <w:rsid w:val="00DE3C1A"/>
    <w:rsid w:val="00DE6D89"/>
    <w:rsid w:val="00DE7E67"/>
    <w:rsid w:val="00DF6E8E"/>
    <w:rsid w:val="00E00A39"/>
    <w:rsid w:val="00E17E99"/>
    <w:rsid w:val="00E2052D"/>
    <w:rsid w:val="00E26540"/>
    <w:rsid w:val="00E27A10"/>
    <w:rsid w:val="00E30D70"/>
    <w:rsid w:val="00E30E80"/>
    <w:rsid w:val="00E32D51"/>
    <w:rsid w:val="00E415DF"/>
    <w:rsid w:val="00E46413"/>
    <w:rsid w:val="00E534D5"/>
    <w:rsid w:val="00E56945"/>
    <w:rsid w:val="00E62B79"/>
    <w:rsid w:val="00E700A9"/>
    <w:rsid w:val="00E704DD"/>
    <w:rsid w:val="00E71D03"/>
    <w:rsid w:val="00E73D50"/>
    <w:rsid w:val="00E747E1"/>
    <w:rsid w:val="00E80124"/>
    <w:rsid w:val="00E852A8"/>
    <w:rsid w:val="00E8565A"/>
    <w:rsid w:val="00E9115F"/>
    <w:rsid w:val="00E917CA"/>
    <w:rsid w:val="00EA10F3"/>
    <w:rsid w:val="00EA17FF"/>
    <w:rsid w:val="00EA4415"/>
    <w:rsid w:val="00EA68E8"/>
    <w:rsid w:val="00EA7FA8"/>
    <w:rsid w:val="00EB0425"/>
    <w:rsid w:val="00EB0E81"/>
    <w:rsid w:val="00EB29C4"/>
    <w:rsid w:val="00EB796A"/>
    <w:rsid w:val="00EC2ED8"/>
    <w:rsid w:val="00EC70FB"/>
    <w:rsid w:val="00ED1FD6"/>
    <w:rsid w:val="00ED20AC"/>
    <w:rsid w:val="00ED47EB"/>
    <w:rsid w:val="00ED581C"/>
    <w:rsid w:val="00ED67E0"/>
    <w:rsid w:val="00ED68B5"/>
    <w:rsid w:val="00EE04BC"/>
    <w:rsid w:val="00EE15A3"/>
    <w:rsid w:val="00EF54C1"/>
    <w:rsid w:val="00F02605"/>
    <w:rsid w:val="00F02F04"/>
    <w:rsid w:val="00F0397E"/>
    <w:rsid w:val="00F059C6"/>
    <w:rsid w:val="00F147C6"/>
    <w:rsid w:val="00F16E21"/>
    <w:rsid w:val="00F16F42"/>
    <w:rsid w:val="00F20FB8"/>
    <w:rsid w:val="00F2243E"/>
    <w:rsid w:val="00F22843"/>
    <w:rsid w:val="00F30378"/>
    <w:rsid w:val="00F42650"/>
    <w:rsid w:val="00F42DC1"/>
    <w:rsid w:val="00F44527"/>
    <w:rsid w:val="00F52EF7"/>
    <w:rsid w:val="00F66712"/>
    <w:rsid w:val="00F95986"/>
    <w:rsid w:val="00F96761"/>
    <w:rsid w:val="00FA0578"/>
    <w:rsid w:val="00FA7E09"/>
    <w:rsid w:val="00FB21AF"/>
    <w:rsid w:val="00FB2A41"/>
    <w:rsid w:val="00FB2B83"/>
    <w:rsid w:val="00FB3CCB"/>
    <w:rsid w:val="00FB51B4"/>
    <w:rsid w:val="00FC5121"/>
    <w:rsid w:val="00FD090A"/>
    <w:rsid w:val="00FD0CDF"/>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97174"/>
    <w:rsid w:val="00154B3D"/>
    <w:rsid w:val="0019732B"/>
    <w:rsid w:val="002246E6"/>
    <w:rsid w:val="00282750"/>
    <w:rsid w:val="00471450"/>
    <w:rsid w:val="004872CC"/>
    <w:rsid w:val="005009D3"/>
    <w:rsid w:val="00552FB7"/>
    <w:rsid w:val="005E33DE"/>
    <w:rsid w:val="00700F5B"/>
    <w:rsid w:val="007B579C"/>
    <w:rsid w:val="00821512"/>
    <w:rsid w:val="009D336F"/>
    <w:rsid w:val="00A248B1"/>
    <w:rsid w:val="00AB5C20"/>
    <w:rsid w:val="00C72E5A"/>
    <w:rsid w:val="00D1327F"/>
    <w:rsid w:val="00DB7054"/>
    <w:rsid w:val="00EB2CA5"/>
    <w:rsid w:val="00EC42C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81E2DA95DE8428877631BC92B0CA4" ma:contentTypeVersion="15" ma:contentTypeDescription="Ein neues Dokument erstellen." ma:contentTypeScope="" ma:versionID="09e3a61dac74a050b167e69204bf54f7">
  <xsd:schema xmlns:xsd="http://www.w3.org/2001/XMLSchema" xmlns:xs="http://www.w3.org/2001/XMLSchema" xmlns:p="http://schemas.microsoft.com/office/2006/metadata/properties" xmlns:ns2="e6c4970a-d45c-4646-b944-23ee7778341a" xmlns:ns3="dbb441cc-95ef-490a-9ad6-4a9dec882170" targetNamespace="http://schemas.microsoft.com/office/2006/metadata/properties" ma:root="true" ma:fieldsID="dc0a3bfa19e11e4a72469d0584a7c84a" ns2:_="" ns3:_="">
    <xsd:import namespace="e6c4970a-d45c-4646-b944-23ee7778341a"/>
    <xsd:import namespace="dbb441cc-95ef-490a-9ad6-4a9dec88217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4970a-d45c-4646-b944-23ee7778341a"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9a937aba-380d-45f7-8af0-0096f262e67c}" ma:internalName="TaxCatchAll" ma:showField="CatchAllData" ma:web="e6c4970a-d45c-4646-b944-23ee7778341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b441cc-95ef-490a-9ad6-4a9dec88217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6c4970a-d45c-4646-b944-23ee7778341a">
      <UserInfo>
        <DisplayName/>
        <AccountId xsi:nil="true"/>
        <AccountType/>
      </UserInfo>
    </SharedWithUsers>
    <lcf76f155ced4ddcb4097134ff3c332f xmlns="dbb441cc-95ef-490a-9ad6-4a9dec882170">
      <Terms xmlns="http://schemas.microsoft.com/office/infopath/2007/PartnerControls"/>
    </lcf76f155ced4ddcb4097134ff3c332f>
    <TaxCatchAll xmlns="e6c4970a-d45c-4646-b944-23ee7778341a" xsi:nil="true"/>
  </documentManagement>
</p:properties>
</file>

<file path=customXml/itemProps1.xml><?xml version="1.0" encoding="utf-8"?>
<ds:datastoreItem xmlns:ds="http://schemas.openxmlformats.org/officeDocument/2006/customXml" ds:itemID="{8725E708-AFC8-4C8F-97C1-BD73C83A22DC}">
  <ds:schemaRefs>
    <ds:schemaRef ds:uri="http://schemas.openxmlformats.org/officeDocument/2006/bibliography"/>
  </ds:schemaRefs>
</ds:datastoreItem>
</file>

<file path=customXml/itemProps2.xml><?xml version="1.0" encoding="utf-8"?>
<ds:datastoreItem xmlns:ds="http://schemas.openxmlformats.org/officeDocument/2006/customXml" ds:itemID="{576B5918-2882-4BDD-A5BD-F751E94D9F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4970a-d45c-4646-b944-23ee7778341a"/>
    <ds:schemaRef ds:uri="dbb441cc-95ef-490a-9ad6-4a9dec8821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7DFD42-6EE1-4844-811D-E32794E93090}">
  <ds:schemaRefs>
    <ds:schemaRef ds:uri="http://schemas.microsoft.com/sharepoint/v3/contenttype/forms"/>
  </ds:schemaRefs>
</ds:datastoreItem>
</file>

<file path=customXml/itemProps4.xml><?xml version="1.0" encoding="utf-8"?>
<ds:datastoreItem xmlns:ds="http://schemas.openxmlformats.org/officeDocument/2006/customXml" ds:itemID="{6F4B487E-F502-4EEB-B1C4-75D68ABB20F8}">
  <ds:schemaRefs>
    <ds:schemaRef ds:uri="http://schemas.microsoft.com/office/2006/metadata/properties"/>
    <ds:schemaRef ds:uri="http://schemas.microsoft.com/office/infopath/2007/PartnerControls"/>
    <ds:schemaRef ds:uri="e6c4970a-d45c-4646-b944-23ee7778341a"/>
    <ds:schemaRef ds:uri="dbb441cc-95ef-490a-9ad6-4a9dec882170"/>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2660</Words>
  <Characters>15167</Characters>
  <Application>Microsoft Office Word</Application>
  <DocSecurity>0</DocSecurity>
  <Lines>126</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giz</dc:creator>
  <cp:keywords/>
  <dc:description/>
  <cp:lastModifiedBy>Sisay, Rediet GIZ ET</cp:lastModifiedBy>
  <cp:revision>43</cp:revision>
  <cp:lastPrinted>2018-02-16T12:47:00Z</cp:lastPrinted>
  <dcterms:created xsi:type="dcterms:W3CDTF">2024-01-12T08:24:00Z</dcterms:created>
  <dcterms:modified xsi:type="dcterms:W3CDTF">2025-05-08T07:15:00Z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0x0101008E581E2DA95DE8428877631BC92B0CA4</vt:lpwstr>
  </property>
  <property fmtid="{D5CDD505-2E9C-101B-9397-08002B2CF9AE}" pid="3" name="Order">
    <vt:r8>2325500</vt:r8>
  </property>
  <property fmtid="{D5CDD505-2E9C-101B-9397-08002B2CF9AE}" pid="4" name="ComplianceAssetId">
    <vt:lpwstr/>
  </property>
  <property fmtid="{D5CDD505-2E9C-101B-9397-08002B2CF9AE}" pid="5" name="_ExtendedDescription">
    <vt:lpwstr/>
  </property>
</Properties>
</file>